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07E47" w14:textId="77777777" w:rsidR="009A2E81" w:rsidRDefault="009A2E81" w:rsidP="009A2E81">
      <w:pPr>
        <w:spacing w:after="120"/>
        <w:jc w:val="center"/>
        <w:rPr>
          <w:rFonts w:eastAsia="Calibri" w:cs="Arial"/>
          <w:b/>
          <w:sz w:val="24"/>
        </w:rPr>
      </w:pPr>
      <w:r>
        <w:rPr>
          <w:rFonts w:eastAsia="Calibri" w:cs="Arial"/>
          <w:b/>
          <w:caps/>
          <w:sz w:val="24"/>
        </w:rPr>
        <w:t xml:space="preserve">čestné prohlášení ÚČASTNÍKA </w:t>
      </w:r>
      <w:r>
        <w:rPr>
          <w:rFonts w:eastAsia="Calibri" w:cs="Arial"/>
          <w:b/>
          <w:sz w:val="24"/>
        </w:rPr>
        <w:t xml:space="preserve">K MEZINÁRODNÍM SANKCÍM </w:t>
      </w:r>
    </w:p>
    <w:p w14:paraId="2825D96C" w14:textId="77777777" w:rsidR="009A2E81" w:rsidRDefault="009A2E81" w:rsidP="009A2E81">
      <w:pPr>
        <w:rPr>
          <w:rFonts w:eastAsia="Calibri" w:cs="Arial"/>
          <w:b/>
          <w:caps/>
          <w:szCs w:val="20"/>
          <w:u w:val="single"/>
        </w:rPr>
      </w:pPr>
    </w:p>
    <w:p w14:paraId="2CDAF392" w14:textId="651FCBA8" w:rsidR="00D3433A" w:rsidRDefault="009A2E81" w:rsidP="00D3433A">
      <w:pPr>
        <w:jc w:val="both"/>
        <w:rPr>
          <w:rFonts w:cs="Arial"/>
          <w:b/>
          <w:color w:val="000000" w:themeColor="text1"/>
          <w:sz w:val="20"/>
          <w:szCs w:val="20"/>
        </w:rPr>
      </w:pPr>
      <w:r w:rsidRPr="008104F8">
        <w:rPr>
          <w:rFonts w:eastAsia="Calibri" w:cs="Arial"/>
          <w:b/>
          <w:caps/>
          <w:sz w:val="20"/>
          <w:szCs w:val="20"/>
          <w:u w:val="single"/>
        </w:rPr>
        <w:t>NÁZEV veřejnÉ zakázkY</w:t>
      </w:r>
      <w:r w:rsidRPr="008104F8">
        <w:rPr>
          <w:rFonts w:cs="Arial"/>
          <w:b/>
          <w:sz w:val="20"/>
          <w:szCs w:val="20"/>
        </w:rPr>
        <w:t>:</w:t>
      </w:r>
      <w:r w:rsidRPr="008104F8">
        <w:rPr>
          <w:rFonts w:cs="Arial"/>
          <w:b/>
          <w:sz w:val="20"/>
          <w:szCs w:val="20"/>
        </w:rPr>
        <w:tab/>
      </w:r>
      <w:r w:rsidR="00246511" w:rsidRPr="00D3546F">
        <w:rPr>
          <w:rFonts w:cs="Arial"/>
          <w:b/>
          <w:color w:val="000000" w:themeColor="text1"/>
          <w:sz w:val="20"/>
          <w:szCs w:val="20"/>
        </w:rPr>
        <w:t>Dodávky vyšetřovacích lehátek pro Krajskou zdravotní, a.s. - 2025</w:t>
      </w:r>
    </w:p>
    <w:p w14:paraId="3D50D543" w14:textId="77777777" w:rsidR="00083423" w:rsidRPr="008104F8" w:rsidRDefault="00083423" w:rsidP="00D3433A">
      <w:pPr>
        <w:jc w:val="both"/>
        <w:rPr>
          <w:rFonts w:cs="Arial"/>
          <w:b/>
          <w:iCs/>
          <w:sz w:val="20"/>
          <w:szCs w:val="20"/>
        </w:rPr>
      </w:pPr>
    </w:p>
    <w:p w14:paraId="5E1207E3" w14:textId="0DAC7A42" w:rsidR="009A2E81" w:rsidRPr="008104F8" w:rsidRDefault="009A2E81" w:rsidP="00D3433A">
      <w:pPr>
        <w:jc w:val="both"/>
        <w:rPr>
          <w:rFonts w:eastAsia="Calibri" w:cs="Arial"/>
          <w:b/>
          <w:caps/>
          <w:sz w:val="20"/>
          <w:szCs w:val="20"/>
          <w:u w:val="single"/>
        </w:rPr>
      </w:pPr>
      <w:r w:rsidRPr="008104F8">
        <w:rPr>
          <w:rFonts w:eastAsia="Calibri" w:cs="Arial"/>
          <w:b/>
          <w:caps/>
          <w:sz w:val="20"/>
          <w:szCs w:val="20"/>
          <w:u w:val="single"/>
        </w:rPr>
        <w:t>základní identifikační údaje ÚČASTNÍKA:</w:t>
      </w:r>
    </w:p>
    <w:tbl>
      <w:tblPr>
        <w:tblW w:w="9923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6379"/>
      </w:tblGrid>
      <w:tr w:rsidR="009A2E81" w:rsidRPr="008104F8" w14:paraId="0FDB2623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562909B5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8104F8">
              <w:rPr>
                <w:rFonts w:eastAsia="Calibri" w:cs="Arial"/>
                <w:sz w:val="20"/>
                <w:szCs w:val="20"/>
              </w:rPr>
              <w:t>Název účastníka</w:t>
            </w:r>
          </w:p>
        </w:tc>
        <w:tc>
          <w:tcPr>
            <w:tcW w:w="6379" w:type="dxa"/>
            <w:vAlign w:val="center"/>
          </w:tcPr>
          <w:p w14:paraId="7F663A65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9A2E81" w:rsidRPr="008104F8" w14:paraId="0E5A47EA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6552C07D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8104F8">
              <w:rPr>
                <w:rFonts w:eastAsia="Calibri" w:cs="Arial"/>
                <w:sz w:val="20"/>
                <w:szCs w:val="20"/>
              </w:rPr>
              <w:t>Sídlo</w:t>
            </w:r>
          </w:p>
        </w:tc>
        <w:tc>
          <w:tcPr>
            <w:tcW w:w="6379" w:type="dxa"/>
            <w:vAlign w:val="center"/>
          </w:tcPr>
          <w:p w14:paraId="32AF68F5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9A2E81" w:rsidRPr="008104F8" w14:paraId="2402E9FF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3885855E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8104F8">
              <w:rPr>
                <w:rFonts w:eastAsia="Calibri" w:cs="Arial"/>
                <w:sz w:val="20"/>
                <w:szCs w:val="20"/>
              </w:rPr>
              <w:t xml:space="preserve">Právní forma </w:t>
            </w:r>
          </w:p>
        </w:tc>
        <w:tc>
          <w:tcPr>
            <w:tcW w:w="6379" w:type="dxa"/>
            <w:vAlign w:val="center"/>
          </w:tcPr>
          <w:p w14:paraId="755A4B2D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9A2E81" w:rsidRPr="008104F8" w14:paraId="77486636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1ED79DCD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8104F8">
              <w:rPr>
                <w:rFonts w:eastAsia="Calibri" w:cs="Arial"/>
                <w:sz w:val="20"/>
                <w:szCs w:val="20"/>
              </w:rPr>
              <w:t>IČO, DIČ</w:t>
            </w:r>
          </w:p>
        </w:tc>
        <w:tc>
          <w:tcPr>
            <w:tcW w:w="6379" w:type="dxa"/>
            <w:vAlign w:val="center"/>
          </w:tcPr>
          <w:p w14:paraId="50CD83DC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9A2E81" w:rsidRPr="008104F8" w14:paraId="4905F884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2F8616E9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8104F8">
              <w:rPr>
                <w:rFonts w:eastAsia="Calibri" w:cs="Arial"/>
                <w:sz w:val="20"/>
                <w:szCs w:val="20"/>
              </w:rPr>
              <w:t>Oprávněná osoba jednat jménem či za účastníka</w:t>
            </w:r>
          </w:p>
        </w:tc>
        <w:tc>
          <w:tcPr>
            <w:tcW w:w="6379" w:type="dxa"/>
            <w:vAlign w:val="center"/>
          </w:tcPr>
          <w:p w14:paraId="4629B4B2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</w:tbl>
    <w:p w14:paraId="051BB05B" w14:textId="77777777" w:rsidR="009A2E81" w:rsidRPr="00083423" w:rsidRDefault="009A2E81" w:rsidP="009A2E81">
      <w:pPr>
        <w:tabs>
          <w:tab w:val="left" w:pos="567"/>
        </w:tabs>
        <w:spacing w:after="120"/>
        <w:jc w:val="both"/>
        <w:rPr>
          <w:rFonts w:eastAsia="Calibri" w:cs="Arial"/>
          <w:sz w:val="10"/>
          <w:szCs w:val="10"/>
        </w:rPr>
      </w:pPr>
    </w:p>
    <w:p w14:paraId="124942B7" w14:textId="77777777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bCs/>
          <w:color w:val="00000A"/>
          <w:sz w:val="20"/>
          <w:szCs w:val="20"/>
        </w:rPr>
      </w:pPr>
      <w:r w:rsidRPr="008104F8">
        <w:rPr>
          <w:rFonts w:cs="Arial"/>
          <w:b/>
          <w:bCs/>
          <w:color w:val="00000A"/>
          <w:sz w:val="20"/>
          <w:szCs w:val="20"/>
        </w:rPr>
        <w:t>Prohlašuji, že jako účastník veřejné zakázky nejsem dodavatelem ve smyslu nařízení Rady EU č. 2022/576, tj. nejsem:</w:t>
      </w:r>
    </w:p>
    <w:p w14:paraId="1F912E0A" w14:textId="77777777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20"/>
          <w:szCs w:val="20"/>
        </w:rPr>
      </w:pPr>
      <w:r w:rsidRPr="008104F8">
        <w:rPr>
          <w:rFonts w:cs="Arial"/>
          <w:color w:val="00000A"/>
          <w:sz w:val="20"/>
          <w:szCs w:val="20"/>
        </w:rPr>
        <w:t>a) ruským státním příslušníkem, fyzickou či právnickou osobou, subjektem či orgánem se sídlem v Rusku,</w:t>
      </w:r>
    </w:p>
    <w:p w14:paraId="1F9FFB05" w14:textId="1420279B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20"/>
          <w:szCs w:val="20"/>
        </w:rPr>
      </w:pPr>
      <w:r w:rsidRPr="008104F8">
        <w:rPr>
          <w:rFonts w:cs="Arial"/>
          <w:color w:val="00000A"/>
          <w:sz w:val="20"/>
          <w:szCs w:val="20"/>
        </w:rPr>
        <w:t>b) právnickou osobou, subjektem nebo orgánem, který je z více než 50 % přímo či nepřímo vlastněný některým ze</w:t>
      </w:r>
      <w:r w:rsidR="00364C68">
        <w:rPr>
          <w:rFonts w:cs="Arial"/>
          <w:color w:val="00000A"/>
          <w:sz w:val="20"/>
          <w:szCs w:val="20"/>
        </w:rPr>
        <w:t> </w:t>
      </w:r>
      <w:r w:rsidRPr="008104F8">
        <w:rPr>
          <w:rFonts w:cs="Arial"/>
          <w:color w:val="00000A"/>
          <w:sz w:val="20"/>
          <w:szCs w:val="20"/>
        </w:rPr>
        <w:t>subjektů uvedených v písmeni a), nebo</w:t>
      </w:r>
    </w:p>
    <w:p w14:paraId="576DA9EF" w14:textId="731E7E45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20"/>
          <w:szCs w:val="20"/>
        </w:rPr>
      </w:pPr>
      <w:r w:rsidRPr="008104F8">
        <w:rPr>
          <w:rFonts w:cs="Arial"/>
          <w:color w:val="00000A"/>
          <w:sz w:val="20"/>
          <w:szCs w:val="20"/>
        </w:rPr>
        <w:t>c) fyzickou nebo právnickou osobou, subjektem nebo orgánem, který jedná jménem nebo na pokyn některého ze</w:t>
      </w:r>
      <w:r w:rsidR="00364C68">
        <w:rPr>
          <w:rFonts w:cs="Arial"/>
          <w:color w:val="00000A"/>
          <w:sz w:val="20"/>
          <w:szCs w:val="20"/>
        </w:rPr>
        <w:t> </w:t>
      </w:r>
      <w:r w:rsidRPr="008104F8">
        <w:rPr>
          <w:rFonts w:cs="Arial"/>
          <w:color w:val="00000A"/>
          <w:sz w:val="20"/>
          <w:szCs w:val="20"/>
        </w:rPr>
        <w:t>subjektů uvedených v písmeni a) nebo b).</w:t>
      </w:r>
    </w:p>
    <w:p w14:paraId="251D1BBB" w14:textId="77777777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20"/>
          <w:szCs w:val="20"/>
        </w:rPr>
      </w:pPr>
      <w:r w:rsidRPr="008104F8">
        <w:rPr>
          <w:rFonts w:cs="Arial"/>
          <w:color w:val="00000A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68BD899B" w14:textId="77777777" w:rsidR="009A2E81" w:rsidRPr="00083423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10"/>
          <w:szCs w:val="10"/>
        </w:rPr>
      </w:pPr>
    </w:p>
    <w:p w14:paraId="4A54F3BF" w14:textId="12FF862A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 w:val="20"/>
          <w:szCs w:val="20"/>
        </w:rPr>
      </w:pPr>
      <w:r w:rsidRPr="008104F8">
        <w:rPr>
          <w:rFonts w:cs="Arial"/>
          <w:b/>
          <w:color w:val="00000A"/>
          <w:sz w:val="20"/>
          <w:szCs w:val="20"/>
        </w:rPr>
        <w:t>Dále prohlašuji, že neobchoduji se sankcionovaným zbožím, které se nachází v Rusku nebo Bělorusku či</w:t>
      </w:r>
      <w:r w:rsidR="00364C68">
        <w:rPr>
          <w:rFonts w:cs="Arial"/>
          <w:b/>
          <w:color w:val="00000A"/>
          <w:sz w:val="20"/>
          <w:szCs w:val="20"/>
        </w:rPr>
        <w:t> </w:t>
      </w:r>
      <w:r w:rsidRPr="008104F8">
        <w:rPr>
          <w:rFonts w:cs="Arial"/>
          <w:b/>
          <w:color w:val="00000A"/>
          <w:sz w:val="20"/>
          <w:szCs w:val="20"/>
        </w:rPr>
        <w:t>z</w:t>
      </w:r>
      <w:r w:rsidR="00364C68">
        <w:rPr>
          <w:rFonts w:cs="Arial"/>
          <w:b/>
          <w:color w:val="00000A"/>
          <w:sz w:val="20"/>
          <w:szCs w:val="20"/>
        </w:rPr>
        <w:t> </w:t>
      </w:r>
      <w:r w:rsidRPr="008104F8">
        <w:rPr>
          <w:rFonts w:cs="Arial"/>
          <w:b/>
          <w:color w:val="00000A"/>
          <w:sz w:val="20"/>
          <w:szCs w:val="20"/>
        </w:rPr>
        <w:t>Ruska nebo Běloruska pochází a nenabízím takové zboží v rámci plnění veřejných zakázek.</w:t>
      </w:r>
    </w:p>
    <w:p w14:paraId="3817CA91" w14:textId="4D7D03B5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 w:val="20"/>
          <w:szCs w:val="20"/>
        </w:rPr>
      </w:pPr>
      <w:r w:rsidRPr="008104F8">
        <w:rPr>
          <w:rFonts w:cs="Arial"/>
          <w:b/>
          <w:color w:val="00000A"/>
          <w:sz w:val="20"/>
          <w:szCs w:val="20"/>
        </w:rPr>
        <w:t>Současně prohlašuji, že žádné finanční prostředky, které obdržím za plnění veřejné zakázky, přímo ani</w:t>
      </w:r>
      <w:r w:rsidR="00364C68">
        <w:rPr>
          <w:rFonts w:cs="Arial"/>
          <w:b/>
          <w:color w:val="00000A"/>
          <w:sz w:val="20"/>
          <w:szCs w:val="20"/>
        </w:rPr>
        <w:t> </w:t>
      </w:r>
      <w:r w:rsidRPr="008104F8">
        <w:rPr>
          <w:rFonts w:cs="Arial"/>
          <w:b/>
          <w:color w:val="00000A"/>
          <w:sz w:val="20"/>
          <w:szCs w:val="20"/>
        </w:rPr>
        <w:t>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</w:t>
      </w:r>
      <w:r w:rsidR="00364C68">
        <w:rPr>
          <w:rFonts w:cs="Arial"/>
          <w:b/>
          <w:color w:val="00000A"/>
          <w:sz w:val="20"/>
          <w:szCs w:val="20"/>
        </w:rPr>
        <w:t> </w:t>
      </w:r>
      <w:r w:rsidRPr="008104F8">
        <w:rPr>
          <w:rFonts w:cs="Arial"/>
          <w:b/>
          <w:color w:val="00000A"/>
          <w:sz w:val="20"/>
          <w:szCs w:val="20"/>
        </w:rPr>
        <w:t>v jejich prospěch</w:t>
      </w:r>
      <w:r w:rsidRPr="008104F8">
        <w:rPr>
          <w:rFonts w:cs="Arial"/>
          <w:b/>
          <w:color w:val="00000A"/>
          <w:sz w:val="20"/>
          <w:szCs w:val="20"/>
          <w:vertAlign w:val="superscript"/>
        </w:rPr>
        <w:footnoteReference w:id="1"/>
      </w:r>
      <w:r w:rsidRPr="008104F8">
        <w:rPr>
          <w:rFonts w:cs="Arial"/>
          <w:b/>
          <w:color w:val="00000A"/>
          <w:sz w:val="20"/>
          <w:szCs w:val="20"/>
        </w:rPr>
        <w:t>.</w:t>
      </w:r>
    </w:p>
    <w:p w14:paraId="03C2F0E6" w14:textId="77777777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 w:val="20"/>
          <w:szCs w:val="20"/>
        </w:rPr>
      </w:pPr>
    </w:p>
    <w:p w14:paraId="68A06152" w14:textId="77777777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20"/>
          <w:szCs w:val="20"/>
        </w:rPr>
      </w:pPr>
      <w:r w:rsidRPr="008104F8">
        <w:rPr>
          <w:rFonts w:cs="Arial"/>
          <w:color w:val="00000A"/>
          <w:sz w:val="20"/>
          <w:szCs w:val="20"/>
        </w:rPr>
        <w:t>V případě změny výše uvedeného budu neprodleně zadavatele informovat.</w:t>
      </w:r>
    </w:p>
    <w:p w14:paraId="250F93DE" w14:textId="77777777" w:rsidR="009A2E81" w:rsidRPr="008104F8" w:rsidRDefault="009A2E81" w:rsidP="009A2E81">
      <w:pPr>
        <w:snapToGrid w:val="0"/>
        <w:spacing w:after="120"/>
        <w:rPr>
          <w:rFonts w:cs="Arial"/>
          <w:i/>
          <w:sz w:val="20"/>
          <w:szCs w:val="20"/>
          <w:u w:val="single"/>
        </w:rPr>
      </w:pPr>
    </w:p>
    <w:p w14:paraId="13EE7972" w14:textId="2C255F27" w:rsidR="009A2E81" w:rsidRPr="006D4083" w:rsidRDefault="009A2E81" w:rsidP="006D4083">
      <w:pPr>
        <w:snapToGrid w:val="0"/>
        <w:spacing w:after="120"/>
        <w:ind w:right="-1"/>
        <w:rPr>
          <w:rFonts w:cs="Arial"/>
          <w:sz w:val="20"/>
          <w:szCs w:val="20"/>
        </w:rPr>
      </w:pPr>
      <w:r w:rsidRPr="008104F8">
        <w:rPr>
          <w:rFonts w:cs="Arial"/>
          <w:sz w:val="20"/>
          <w:szCs w:val="20"/>
        </w:rPr>
        <w:t xml:space="preserve">V </w:t>
      </w:r>
      <w:r w:rsidRPr="008104F8">
        <w:rPr>
          <w:rFonts w:cs="Arial"/>
          <w:sz w:val="20"/>
          <w:szCs w:val="20"/>
          <w:highlight w:val="yellow"/>
        </w:rPr>
        <w:t>……………</w:t>
      </w:r>
      <w:r w:rsidRPr="008104F8">
        <w:rPr>
          <w:rFonts w:cs="Arial"/>
          <w:sz w:val="20"/>
          <w:szCs w:val="20"/>
        </w:rPr>
        <w:t xml:space="preserve"> dne </w:t>
      </w:r>
      <w:r w:rsidRPr="008104F8">
        <w:rPr>
          <w:rFonts w:cs="Arial"/>
          <w:sz w:val="20"/>
          <w:szCs w:val="20"/>
          <w:highlight w:val="yellow"/>
        </w:rPr>
        <w:t>……………</w:t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  <w:t>……………………………………………</w:t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  <w:highlight w:val="yellow"/>
        </w:rPr>
        <w:t>Jméno, podpis</w:t>
      </w:r>
    </w:p>
    <w:sectPr w:rsidR="009A2E81" w:rsidRPr="006D4083" w:rsidSect="008F4F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3E9E0" w14:textId="77777777" w:rsidR="00D223B8" w:rsidRDefault="00D223B8" w:rsidP="004A044C">
      <w:pPr>
        <w:spacing w:line="240" w:lineRule="auto"/>
      </w:pPr>
      <w:r>
        <w:separator/>
      </w:r>
    </w:p>
  </w:endnote>
  <w:endnote w:type="continuationSeparator" w:id="0">
    <w:p w14:paraId="4391262D" w14:textId="77777777" w:rsidR="00D223B8" w:rsidRDefault="00D223B8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2A985" w14:textId="77777777" w:rsidR="00F076F6" w:rsidRDefault="00F076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B33F3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C94504C" wp14:editId="50D94E7F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DF5069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41CC71A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F0F0D22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4504C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7ADF5069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41CC71A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F0F0D22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BA544A4" wp14:editId="4E470DA3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6E2F9B0" wp14:editId="1C9195C1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263D08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35005EBB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6A3F0B77" w14:textId="0B4DFB86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</w:t>
                          </w:r>
                          <w:r w:rsidR="00F076F6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6E2F9B0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6B263D08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r w:rsidRPr="00AB233A">
                      <w:rPr>
                        <w:szCs w:val="16"/>
                      </w:rPr>
                      <w:t xml:space="preserve">Krajská zdravotní, a.s. </w:t>
                    </w:r>
                  </w:p>
                  <w:p w14:paraId="35005EBB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Sociální péče 3316/12A</w:t>
                    </w:r>
                  </w:p>
                  <w:p w14:paraId="6A3F0B77" w14:textId="0B4DFB86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401 13 Ústí n</w:t>
                    </w:r>
                    <w:r w:rsidR="00F076F6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82AC52A" wp14:editId="3BDA8AA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4B307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2AC4D7E1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5C9A9F63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2AC52A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3234B307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2AC4D7E1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5C9A9F63" w14:textId="77777777" w:rsidR="00240FFA" w:rsidRPr="00240FFA" w:rsidRDefault="00D47E6C" w:rsidP="00240FFA">
                    <w:pPr>
                      <w:pStyle w:val="textzapati"/>
                    </w:pPr>
                    <w:r>
                      <w:t xml:space="preserve">č.ú.: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A0579C3" wp14:editId="4F1D12EB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96B9C7C" wp14:editId="205F1618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8DC70" w14:textId="77777777" w:rsidR="00F076F6" w:rsidRDefault="00F076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971B8" w14:textId="77777777" w:rsidR="00D223B8" w:rsidRDefault="00D223B8" w:rsidP="004A044C">
      <w:pPr>
        <w:spacing w:line="240" w:lineRule="auto"/>
      </w:pPr>
      <w:r>
        <w:separator/>
      </w:r>
    </w:p>
  </w:footnote>
  <w:footnote w:type="continuationSeparator" w:id="0">
    <w:p w14:paraId="2F717793" w14:textId="77777777" w:rsidR="00D223B8" w:rsidRDefault="00D223B8" w:rsidP="004A044C">
      <w:pPr>
        <w:spacing w:line="240" w:lineRule="auto"/>
      </w:pPr>
      <w:r>
        <w:continuationSeparator/>
      </w:r>
    </w:p>
  </w:footnote>
  <w:footnote w:id="1">
    <w:p w14:paraId="5EF4B1F8" w14:textId="77777777" w:rsidR="009A2E81" w:rsidRDefault="009A2E81" w:rsidP="009A2E81">
      <w:pPr>
        <w:pStyle w:val="Textpoznpodarou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79162" w14:textId="77777777" w:rsidR="00F076F6" w:rsidRDefault="00F076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5E487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5DAA666A" wp14:editId="6D27EB50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7B511A" wp14:editId="28E321CC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113D" w14:textId="77777777" w:rsidR="00F076F6" w:rsidRDefault="00F076F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37.2pt;height:37.2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83423"/>
    <w:rsid w:val="000A73EC"/>
    <w:rsid w:val="000C4F3C"/>
    <w:rsid w:val="000C6355"/>
    <w:rsid w:val="000C7F59"/>
    <w:rsid w:val="000F7A22"/>
    <w:rsid w:val="00101773"/>
    <w:rsid w:val="00125813"/>
    <w:rsid w:val="00147316"/>
    <w:rsid w:val="00164386"/>
    <w:rsid w:val="001C39F1"/>
    <w:rsid w:val="001C5197"/>
    <w:rsid w:val="001E3FEB"/>
    <w:rsid w:val="00221397"/>
    <w:rsid w:val="00240FFA"/>
    <w:rsid w:val="00241EAC"/>
    <w:rsid w:val="00246511"/>
    <w:rsid w:val="00260DDE"/>
    <w:rsid w:val="0026591C"/>
    <w:rsid w:val="002F6DDA"/>
    <w:rsid w:val="0031358D"/>
    <w:rsid w:val="00331F3A"/>
    <w:rsid w:val="00336701"/>
    <w:rsid w:val="00353FB2"/>
    <w:rsid w:val="00354F18"/>
    <w:rsid w:val="00364C68"/>
    <w:rsid w:val="0038133E"/>
    <w:rsid w:val="00392423"/>
    <w:rsid w:val="003B3991"/>
    <w:rsid w:val="003B39A2"/>
    <w:rsid w:val="003D4DF8"/>
    <w:rsid w:val="0041296D"/>
    <w:rsid w:val="00462009"/>
    <w:rsid w:val="0047111E"/>
    <w:rsid w:val="00481CF2"/>
    <w:rsid w:val="004A044C"/>
    <w:rsid w:val="004A68D9"/>
    <w:rsid w:val="004B16C8"/>
    <w:rsid w:val="004C6686"/>
    <w:rsid w:val="004D0303"/>
    <w:rsid w:val="004D656C"/>
    <w:rsid w:val="004D7CFA"/>
    <w:rsid w:val="00507B10"/>
    <w:rsid w:val="00540947"/>
    <w:rsid w:val="00580EDE"/>
    <w:rsid w:val="005964DC"/>
    <w:rsid w:val="005B402A"/>
    <w:rsid w:val="005C64DB"/>
    <w:rsid w:val="005E3326"/>
    <w:rsid w:val="00657FE1"/>
    <w:rsid w:val="006C53A2"/>
    <w:rsid w:val="006D4083"/>
    <w:rsid w:val="006E2395"/>
    <w:rsid w:val="006F2635"/>
    <w:rsid w:val="0071483B"/>
    <w:rsid w:val="007476D3"/>
    <w:rsid w:val="008104F8"/>
    <w:rsid w:val="00815912"/>
    <w:rsid w:val="00822F3C"/>
    <w:rsid w:val="00824631"/>
    <w:rsid w:val="008650CD"/>
    <w:rsid w:val="008E311B"/>
    <w:rsid w:val="008F4FC4"/>
    <w:rsid w:val="008F6A0E"/>
    <w:rsid w:val="00932EB1"/>
    <w:rsid w:val="009876AE"/>
    <w:rsid w:val="009969EB"/>
    <w:rsid w:val="009A2E81"/>
    <w:rsid w:val="009A699B"/>
    <w:rsid w:val="00A037B7"/>
    <w:rsid w:val="00A15D6B"/>
    <w:rsid w:val="00A31EB3"/>
    <w:rsid w:val="00A77944"/>
    <w:rsid w:val="00AA676B"/>
    <w:rsid w:val="00AB233A"/>
    <w:rsid w:val="00AB3597"/>
    <w:rsid w:val="00AF22E6"/>
    <w:rsid w:val="00B04E80"/>
    <w:rsid w:val="00B16D69"/>
    <w:rsid w:val="00B25962"/>
    <w:rsid w:val="00B34585"/>
    <w:rsid w:val="00BC0A5A"/>
    <w:rsid w:val="00BF1D36"/>
    <w:rsid w:val="00C070C0"/>
    <w:rsid w:val="00C17858"/>
    <w:rsid w:val="00C207E1"/>
    <w:rsid w:val="00C26BA0"/>
    <w:rsid w:val="00C7652B"/>
    <w:rsid w:val="00C83087"/>
    <w:rsid w:val="00CC227C"/>
    <w:rsid w:val="00CE2490"/>
    <w:rsid w:val="00D21F38"/>
    <w:rsid w:val="00D22279"/>
    <w:rsid w:val="00D223B8"/>
    <w:rsid w:val="00D271E1"/>
    <w:rsid w:val="00D3433A"/>
    <w:rsid w:val="00D47E6C"/>
    <w:rsid w:val="00D7639E"/>
    <w:rsid w:val="00D9237F"/>
    <w:rsid w:val="00DE56F9"/>
    <w:rsid w:val="00E01B24"/>
    <w:rsid w:val="00E02088"/>
    <w:rsid w:val="00E1346F"/>
    <w:rsid w:val="00E30E93"/>
    <w:rsid w:val="00E3738C"/>
    <w:rsid w:val="00E3756C"/>
    <w:rsid w:val="00E87CBA"/>
    <w:rsid w:val="00E94005"/>
    <w:rsid w:val="00E95568"/>
    <w:rsid w:val="00EE60B1"/>
    <w:rsid w:val="00F076F6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6AE96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paragraph" w:styleId="Textpoznpodarou">
    <w:name w:val="footnote text"/>
    <w:basedOn w:val="Normln"/>
    <w:link w:val="TextpoznpodarouChar"/>
    <w:uiPriority w:val="99"/>
    <w:unhideWhenUsed/>
    <w:rsid w:val="009A2E8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A2E8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9A2E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8</TotalTime>
  <Pages>1</Pages>
  <Words>245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16</cp:revision>
  <cp:lastPrinted>2025-02-20T13:28:00Z</cp:lastPrinted>
  <dcterms:created xsi:type="dcterms:W3CDTF">2025-06-13T09:15:00Z</dcterms:created>
  <dcterms:modified xsi:type="dcterms:W3CDTF">2025-09-29T08:14:00Z</dcterms:modified>
</cp:coreProperties>
</file>